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71240">
        <w:rPr>
          <w:rFonts w:ascii="Arial" w:hAnsi="Arial" w:cs="Arial"/>
          <w:b/>
          <w:caps/>
          <w:sz w:val="28"/>
          <w:szCs w:val="28"/>
        </w:rPr>
        <w:t>1788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71240" w:rsidRDefault="00C712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240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no cruzamento da Rua Bernardino de Campos com a Rua Prudente de Moraes,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71240" w:rsidRPr="00C71240">
        <w:rPr>
          <w:rFonts w:ascii="Arial" w:hAnsi="Arial" w:cs="Arial"/>
        </w:rPr>
        <w:t>a construção de faixa elevada para a travessia de pedestres no cruzamento da Rua Bernardino de Campos com a Rua Prudente de Moraes, no Centro.</w:t>
      </w:r>
    </w:p>
    <w:p w:rsidR="00C71240" w:rsidRPr="00C71240" w:rsidRDefault="00C71240" w:rsidP="00C7124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reivindicação tem o</w:t>
      </w:r>
      <w:r w:rsidRPr="00C71240">
        <w:rPr>
          <w:rFonts w:ascii="Arial" w:hAnsi="Arial" w:cs="Arial"/>
        </w:rPr>
        <w:t xml:space="preserve"> objetivo de possibilitar a travessia segura de pedestres e também inibir a alta velocidade da via, pois nesse cruzamento ocorrem constantes acidentes </w:t>
      </w:r>
      <w:r>
        <w:rPr>
          <w:rFonts w:ascii="Arial" w:hAnsi="Arial" w:cs="Arial"/>
        </w:rPr>
        <w:t>devido</w:t>
      </w:r>
      <w:r w:rsidRPr="00C712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aos motoristas não respeitarem</w:t>
      </w:r>
      <w:r w:rsidRPr="00C712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 limites de velocidade permitido.</w:t>
      </w:r>
    </w:p>
    <w:p w:rsidR="00C71240" w:rsidRPr="00C71240" w:rsidRDefault="00C71240" w:rsidP="00C7124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71240">
        <w:rPr>
          <w:rFonts w:ascii="Arial" w:hAnsi="Arial" w:cs="Arial"/>
        </w:rPr>
        <w:t>Outro agravante relatado</w:t>
      </w:r>
      <w:r>
        <w:rPr>
          <w:rFonts w:ascii="Arial" w:hAnsi="Arial" w:cs="Arial"/>
        </w:rPr>
        <w:t>,</w:t>
      </w:r>
      <w:r w:rsidRPr="00C71240">
        <w:rPr>
          <w:rFonts w:ascii="Arial" w:hAnsi="Arial" w:cs="Arial"/>
        </w:rPr>
        <w:t xml:space="preserve"> é a pouca visibilidade que os motoristas têm para acessar a Rua Bernardino de Campos, pois um muro existente no cruzamento e a presença de pedestres na calçada dificultam a visibilidade.</w:t>
      </w:r>
      <w:r w:rsidR="00925002">
        <w:rPr>
          <w:rFonts w:ascii="Arial" w:hAnsi="Arial" w:cs="Arial"/>
        </w:rPr>
        <w:t xml:space="preserve"> Com foto</w:t>
      </w:r>
      <w:r>
        <w:rPr>
          <w:rFonts w:ascii="Arial" w:hAnsi="Arial" w:cs="Arial"/>
        </w:rPr>
        <w:t>.</w:t>
      </w:r>
    </w:p>
    <w:p w:rsidR="0050288E" w:rsidRDefault="00C7124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Informamos que e</w:t>
      </w:r>
      <w:r w:rsidRPr="00C71240">
        <w:rPr>
          <w:rFonts w:ascii="Arial" w:hAnsi="Arial" w:cs="Arial"/>
        </w:rPr>
        <w:t xml:space="preserve">ssa reivindicação foi enviada através do Ofício nº 093/GAB/LF em 09/01/2018, mas </w:t>
      </w:r>
      <w:r>
        <w:rPr>
          <w:rFonts w:ascii="Arial" w:hAnsi="Arial" w:cs="Arial"/>
        </w:rPr>
        <w:t xml:space="preserve">até o momento não obtivemos </w:t>
      </w:r>
      <w:r w:rsidRPr="00C71240">
        <w:rPr>
          <w:rFonts w:ascii="Arial" w:hAnsi="Arial" w:cs="Arial"/>
        </w:rPr>
        <w:t>resposta</w:t>
      </w:r>
      <w:r>
        <w:rPr>
          <w:rFonts w:ascii="Arial" w:hAnsi="Arial" w:cs="Arial"/>
        </w:rPr>
        <w:t>.</w:t>
      </w:r>
    </w:p>
    <w:p w:rsidR="00925002" w:rsidRDefault="00925002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1240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C71240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1240" w:rsidRPr="00517895" w:rsidRDefault="00C71240" w:rsidP="00C7124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C71240" w:rsidRPr="00517895" w:rsidRDefault="00C71240" w:rsidP="00C7124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9250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eastAsia="Arial Unicode MS" w:hAnsi="Arial" w:cs="Arial"/>
          <w:noProof/>
        </w:rPr>
        <w:drawing>
          <wp:inline distT="0" distB="0" distL="0" distR="0" wp14:anchorId="676AA970" wp14:editId="01F32248">
            <wp:extent cx="4302760" cy="3227070"/>
            <wp:effectExtent l="0" t="0" r="2540" b="0"/>
            <wp:docPr id="3" name="Imagem 3" descr="C:\Users\G02-3561\Downloads\WhatsApp Image 2018-01-08 at 11.01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WhatsApp Image 2018-01-08 at 11.01.06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760" cy="322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842" w:rsidRDefault="00AE6842">
      <w:r>
        <w:separator/>
      </w:r>
    </w:p>
  </w:endnote>
  <w:endnote w:type="continuationSeparator" w:id="0">
    <w:p w:rsidR="00AE6842" w:rsidRDefault="00AE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842" w:rsidRDefault="00AE6842">
      <w:r>
        <w:separator/>
      </w:r>
    </w:p>
  </w:footnote>
  <w:footnote w:type="continuationSeparator" w:id="0">
    <w:p w:rsidR="00AE6842" w:rsidRDefault="00AE6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25002">
      <w:rPr>
        <w:rFonts w:ascii="Arial" w:hAnsi="Arial" w:cs="Arial"/>
        <w:b/>
        <w:sz w:val="20"/>
        <w:szCs w:val="20"/>
        <w:u w:val="single"/>
      </w:rPr>
      <w:t>1788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25002">
      <w:rPr>
        <w:rFonts w:ascii="Arial" w:hAnsi="Arial" w:cs="Arial"/>
        <w:b/>
        <w:sz w:val="20"/>
        <w:szCs w:val="20"/>
        <w:u w:val="single"/>
      </w:rPr>
      <w:t xml:space="preserve"> – Vereador Luis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50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50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25002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6842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5003A"/>
    <w:rsid w:val="00C71240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FCE49-00AC-42C2-80FE-16675F92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2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2018-08-13T14:54:00Z</cp:lastPrinted>
  <dcterms:created xsi:type="dcterms:W3CDTF">2018-08-13T14:42:00Z</dcterms:created>
  <dcterms:modified xsi:type="dcterms:W3CDTF">2018-08-13T14:55:00Z</dcterms:modified>
</cp:coreProperties>
</file>